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AF" w:rsidRPr="000E4739" w:rsidRDefault="008F4EAF" w:rsidP="00760DF9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 w:rsidRPr="000E4739">
        <w:rPr>
          <w:rFonts w:ascii="Times New Roman" w:hAnsi="Times New Roman"/>
          <w:b/>
          <w:bCs/>
        </w:rPr>
        <w:t>Kreirajte prezentaciju za prodavnicu mobilnih telefona</w:t>
      </w:r>
    </w:p>
    <w:p w:rsidR="008F4EAF" w:rsidRPr="000E4739" w:rsidRDefault="008F4EAF" w:rsidP="00BE48E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Kreirajte šablon koji ćete koristiti u svim slajdovima prezentacije:</w:t>
      </w:r>
    </w:p>
    <w:p w:rsidR="008F4EAF" w:rsidRPr="000E4739" w:rsidRDefault="008F4EAF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gornje polovine slajda sa gradijentom - od gornje ka donjoj ivici, iz žute u tamnoljubičastu boju</w:t>
      </w:r>
    </w:p>
    <w:p w:rsidR="008F4EAF" w:rsidRPr="000E4739" w:rsidRDefault="008F4EAF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donje polovine slajda jednobojna tamnoljubičasta</w:t>
      </w:r>
    </w:p>
    <w:p w:rsidR="008F4EAF" w:rsidRDefault="008F4EAF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u gornji deo slajda unesite vodoravnu traku debljine 2cm ljubičaste boje</w:t>
      </w:r>
    </w:p>
    <w:p w:rsidR="008F4EAF" w:rsidRPr="000E4739" w:rsidRDefault="008F4EAF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numeracija slajda neka bude u donjem desnom uglu, a datum u levom</w:t>
      </w:r>
    </w:p>
    <w:p w:rsidR="008F4EAF" w:rsidRPr="000E4739" w:rsidRDefault="008F4EAF" w:rsidP="00E8562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 xml:space="preserve">u traku unesite natpis Arial </w:t>
      </w:r>
      <w:r>
        <w:rPr>
          <w:rFonts w:ascii="Times New Roman" w:hAnsi="Times New Roman"/>
          <w:sz w:val="20"/>
          <w:szCs w:val="20"/>
        </w:rPr>
        <w:t>36</w:t>
      </w:r>
      <w:r w:rsidRPr="000E4739">
        <w:rPr>
          <w:rFonts w:ascii="Times New Roman" w:hAnsi="Times New Roman"/>
          <w:sz w:val="20"/>
          <w:szCs w:val="20"/>
        </w:rPr>
        <w:t>pt, bold, žute boje, centralno poravnanje:</w:t>
      </w:r>
    </w:p>
    <w:p w:rsidR="008F4EAF" w:rsidRPr="000E4739" w:rsidRDefault="008F4EAF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PRODAVNICA MOBILNIH TELEFONA</w:t>
      </w:r>
    </w:p>
    <w:p w:rsidR="008F4EAF" w:rsidRPr="000E4739" w:rsidRDefault="008F4EAF" w:rsidP="00760DF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Prezentacija treba da ima sledeći sadržaj:</w:t>
      </w:r>
    </w:p>
    <w:p w:rsidR="008F4EAF" w:rsidRPr="000E4739" w:rsidRDefault="008F4EAF" w:rsidP="00E85620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Prvi slajd na desnoj strani sadrži sliku, a na levoj tekst:</w:t>
      </w:r>
    </w:p>
    <w:p w:rsidR="008F4EAF" w:rsidRPr="000E4739" w:rsidRDefault="008F4EAF" w:rsidP="00E856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slika je fotografija mobilnog telefona - visina slike 10cm</w:t>
      </w:r>
    </w:p>
    <w:p w:rsidR="008F4EAF" w:rsidRPr="000E4739" w:rsidRDefault="008F4EAF" w:rsidP="00E8562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tekst - Arial 28pt, žute boje, centralno poravnanje, prored 10pt:</w:t>
      </w:r>
    </w:p>
    <w:p w:rsidR="008F4EAF" w:rsidRPr="000E4739" w:rsidRDefault="008F4EAF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Generalni zastupnik XXX</w:t>
      </w:r>
    </w:p>
    <w:p w:rsidR="008F4EAF" w:rsidRPr="000E4739" w:rsidRDefault="008F4EAF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Prodaja i servisiranje mobilnih telefona</w:t>
      </w:r>
    </w:p>
    <w:p w:rsidR="008F4EAF" w:rsidRPr="000E4739" w:rsidRDefault="008F4EAF" w:rsidP="005D24D6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Tel: 123-4567</w:t>
      </w:r>
    </w:p>
    <w:p w:rsidR="008F4EAF" w:rsidRPr="000E4739" w:rsidRDefault="008F4EAF" w:rsidP="00E85620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Drugi slajd sadrži naslov i ispod njega tabelu:</w:t>
      </w:r>
    </w:p>
    <w:p w:rsidR="008F4EAF" w:rsidRPr="000E4739" w:rsidRDefault="008F4EAF" w:rsidP="00410C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naslov - Arial 28pt, žute boje, centralno poravnanje, prored 38pt:</w:t>
      </w:r>
    </w:p>
    <w:p w:rsidR="008F4EAF" w:rsidRPr="000E4739" w:rsidRDefault="008F4EAF" w:rsidP="00410C7C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Izvod iz ponude:</w:t>
      </w:r>
    </w:p>
    <w:p w:rsidR="008F4EAF" w:rsidRPr="000E4739" w:rsidRDefault="008F4EAF" w:rsidP="00410C7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zaglavlje tabele - pozadina svetloljubičaste boje, sa belim okvirom debljine 1pt, Arial 24pt, bold, tamnoljubičaste boje:</w:t>
      </w:r>
    </w:p>
    <w:p w:rsidR="008F4EAF" w:rsidRPr="000E4739" w:rsidRDefault="008F4EAF" w:rsidP="00656AD5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0"/>
          <w:szCs w:val="20"/>
        </w:rPr>
      </w:pPr>
      <w:r w:rsidRPr="00F645BC">
        <w:rPr>
          <w:rFonts w:ascii="Times New Roman" w:hAnsi="Times New Roman"/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17.5pt;height:57pt;visibility:visible">
            <v:imagedata r:id="rId5" o:title=""/>
          </v:shape>
        </w:pict>
      </w:r>
    </w:p>
    <w:p w:rsidR="008F4EAF" w:rsidRPr="000E4739" w:rsidRDefault="008F4EAF" w:rsidP="00656AD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širina tabele 20cm, širina kolona je ista - pozadina svetloplave boje, sa belim okvirom debljine 1pt, Arial 24pt, font tamnoplave boje</w:t>
      </w:r>
    </w:p>
    <w:p w:rsidR="008F4EAF" w:rsidRPr="000E4739" w:rsidRDefault="008F4EAF" w:rsidP="00760DF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Podesite efekte u prezentaciji:</w:t>
      </w:r>
    </w:p>
    <w:p w:rsidR="008F4EAF" w:rsidRPr="000E4739" w:rsidRDefault="008F4EAF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automatska promena slajdova svake 4 sekunde</w:t>
      </w:r>
    </w:p>
    <w:p w:rsidR="008F4EAF" w:rsidRPr="000E4739" w:rsidRDefault="008F4EAF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slajdova sa gornje ivice</w:t>
      </w:r>
    </w:p>
    <w:p w:rsidR="008F4EAF" w:rsidRPr="000E4739" w:rsidRDefault="008F4EAF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tekst u prvom slajdu treba da se pojavljuje sa animacijom karakter po karakter sa gornje ivice</w:t>
      </w:r>
    </w:p>
    <w:p w:rsidR="008F4EAF" w:rsidRPr="000E4739" w:rsidRDefault="008F4EAF" w:rsidP="00E8562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u drugom slajdu prvo treba da se pojavi naslov, a zatim tabela sa nekom animacijom sa gornje ivice</w:t>
      </w:r>
    </w:p>
    <w:p w:rsidR="008F4EAF" w:rsidRPr="000E4739" w:rsidRDefault="008F4EAF" w:rsidP="00760DF9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/>
          <w:b/>
          <w:bCs/>
        </w:rPr>
      </w:pPr>
      <w:r w:rsidRPr="000E4739">
        <w:rPr>
          <w:rFonts w:ascii="Times New Roman" w:hAnsi="Times New Roman"/>
          <w:b/>
          <w:bCs/>
        </w:rPr>
        <w:t>Kreirajte prezentaciju za agenciju “XXX Complex”</w:t>
      </w:r>
    </w:p>
    <w:p w:rsidR="008F4EAF" w:rsidRPr="000E4739" w:rsidRDefault="008F4EAF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Kreirajte šablon koji ćete koristiti u svim slajdovima prezentacije:</w:t>
      </w:r>
    </w:p>
    <w:p w:rsidR="008F4EAF" w:rsidRPr="000E4739" w:rsidRDefault="008F4EAF" w:rsidP="00E85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pozadina slajda - pri gornjoj i donjoj ivici bele boje sa prelazom u plavu boju prema sredini</w:t>
      </w:r>
    </w:p>
    <w:p w:rsidR="008F4EAF" w:rsidRDefault="008F4EAF" w:rsidP="00E85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276" w:hanging="357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šablon treba da sadrži i text box dimenzija 17x23cm pozicioniran na sredinu slajda - boja text box-a treba da bude svetloplava sa tamnoplavim okvirom.</w:t>
      </w:r>
    </w:p>
    <w:p w:rsidR="008F4EAF" w:rsidRPr="000E4739" w:rsidRDefault="008F4EAF" w:rsidP="00E85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276" w:hanging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 footeru u desnom uglu treba da pi</w:t>
      </w:r>
      <w:r>
        <w:rPr>
          <w:rFonts w:ascii="Times New Roman" w:hAnsi="Times New Roman"/>
          <w:sz w:val="20"/>
          <w:szCs w:val="20"/>
          <w:lang w:val="sr-Latn-CS"/>
        </w:rPr>
        <w:t xml:space="preserve">še </w:t>
      </w:r>
      <w:r w:rsidRPr="00656AD5">
        <w:rPr>
          <w:rFonts w:ascii="Times New Roman" w:hAnsi="Times New Roman"/>
          <w:b/>
          <w:sz w:val="20"/>
          <w:szCs w:val="20"/>
          <w:lang w:val="sr-Latn-CS"/>
        </w:rPr>
        <w:t>Usluge</w:t>
      </w:r>
    </w:p>
    <w:p w:rsidR="008F4EAF" w:rsidRPr="000E4739" w:rsidRDefault="008F4EAF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5" w:hanging="357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Napravite prezentaciju sa sledećim sadržajem:</w:t>
      </w:r>
    </w:p>
    <w:p w:rsidR="008F4EAF" w:rsidRPr="000E4739" w:rsidRDefault="008F4EAF" w:rsidP="00F01F1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before="240"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Prvi slajd treba da sadrži nabrajanje i ime firme iznad nabrajanja: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ime firme - Arial, 28pt, bold, crvene boje, sa centralnim poravnanjem: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firstLine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XXX Complex, agencija za pruzanje usluga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nabrajanje - Arial, 20pt, tamnosive boje, sa “►” simbolom za nabrajanje tamnoplave boje: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Podučavanje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Knjigovodstvo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Finansijski saveti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Pravni saveti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Marketing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Priprema za štampu i izdavastvo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Turističke usluge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Ugostiteljske usluge</w:t>
      </w:r>
    </w:p>
    <w:p w:rsidR="008F4EAF" w:rsidRPr="000E4739" w:rsidRDefault="008F4EAF" w:rsidP="00F01F1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Drugi slajd treba da sadži naslov i ispod njega dijagram: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naslov - Arial, 28pt, bold, crvene boje:</w:t>
      </w:r>
    </w:p>
    <w:p w:rsidR="008F4EAF" w:rsidRPr="000E4739" w:rsidRDefault="008F4EAF" w:rsidP="00F01F1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b/>
          <w:bCs/>
          <w:sz w:val="20"/>
          <w:szCs w:val="20"/>
        </w:rPr>
        <w:t>Ostvareni profit od navedenih usluga 1994. god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 xml:space="preserve">dijagram - </w:t>
      </w:r>
      <w:r>
        <w:rPr>
          <w:rFonts w:ascii="Times New Roman" w:hAnsi="Times New Roman"/>
          <w:sz w:val="20"/>
          <w:szCs w:val="20"/>
        </w:rPr>
        <w:t>kružni</w:t>
      </w:r>
      <w:r w:rsidRPr="000E4739">
        <w:rPr>
          <w:rFonts w:ascii="Times New Roman" w:hAnsi="Times New Roman"/>
          <w:sz w:val="20"/>
          <w:szCs w:val="20"/>
        </w:rPr>
        <w:t xml:space="preserve">, podaci u dijagramu: </w:t>
      </w:r>
      <w:r w:rsidRPr="000E4739">
        <w:rPr>
          <w:rFonts w:ascii="Times New Roman" w:hAnsi="Times New Roman"/>
          <w:b/>
          <w:bCs/>
          <w:sz w:val="20"/>
          <w:szCs w:val="20"/>
        </w:rPr>
        <w:t>Poducavanje, Knjigovodstvo, Marketing, Turizam</w:t>
      </w:r>
    </w:p>
    <w:p w:rsidR="008F4EAF" w:rsidRPr="000E4739" w:rsidRDefault="008F4EAF" w:rsidP="00F01F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Podesite efekte u prezentaciji: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automatska promena slajdova na svake dve sekunde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slajdova sa desne ivice</w:t>
      </w:r>
    </w:p>
    <w:p w:rsidR="008F4EAF" w:rsidRPr="000E4739" w:rsidRDefault="008F4EAF" w:rsidP="00F01F1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E4739">
        <w:rPr>
          <w:rFonts w:ascii="Times New Roman" w:hAnsi="Times New Roman"/>
          <w:sz w:val="20"/>
          <w:szCs w:val="20"/>
        </w:rPr>
        <w:t>pojavljivanje teksta (samo u prvom slajdu!) sa leve ivice, jedna po jedna stavka koja će nakon pojavljivanja menjati boju fonta u svetlosivu boju</w:t>
      </w:r>
    </w:p>
    <w:sectPr w:rsidR="008F4EAF" w:rsidRPr="000E4739" w:rsidSect="00656AD5">
      <w:pgSz w:w="12240" w:h="15840"/>
      <w:pgMar w:top="180" w:right="360" w:bottom="27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E1B"/>
    <w:multiLevelType w:val="hybridMultilevel"/>
    <w:tmpl w:val="4CCEEC26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D12B54"/>
    <w:multiLevelType w:val="hybridMultilevel"/>
    <w:tmpl w:val="BBD8C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C2972"/>
    <w:multiLevelType w:val="hybridMultilevel"/>
    <w:tmpl w:val="387C4F1E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753B4"/>
    <w:multiLevelType w:val="hybridMultilevel"/>
    <w:tmpl w:val="83FE1464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EE6B39"/>
    <w:multiLevelType w:val="hybridMultilevel"/>
    <w:tmpl w:val="491E5BAC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24DEB"/>
    <w:multiLevelType w:val="hybridMultilevel"/>
    <w:tmpl w:val="858822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EE4C42"/>
    <w:multiLevelType w:val="hybridMultilevel"/>
    <w:tmpl w:val="18606C86"/>
    <w:lvl w:ilvl="0" w:tplc="1AAC9248">
      <w:start w:val="1"/>
      <w:numFmt w:val="bullet"/>
      <w:lvlText w:val="•"/>
      <w:lvlJc w:val="left"/>
      <w:pPr>
        <w:ind w:left="1211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DFD499B"/>
    <w:multiLevelType w:val="hybridMultilevel"/>
    <w:tmpl w:val="DCFAF092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F1625"/>
    <w:multiLevelType w:val="hybridMultilevel"/>
    <w:tmpl w:val="6042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5415D"/>
    <w:multiLevelType w:val="hybridMultilevel"/>
    <w:tmpl w:val="9738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6110E7"/>
    <w:multiLevelType w:val="hybridMultilevel"/>
    <w:tmpl w:val="535AFB44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003A4"/>
    <w:multiLevelType w:val="hybridMultilevel"/>
    <w:tmpl w:val="1FE04520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203B0"/>
    <w:multiLevelType w:val="hybridMultilevel"/>
    <w:tmpl w:val="ED84A2F2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13D56"/>
    <w:multiLevelType w:val="hybridMultilevel"/>
    <w:tmpl w:val="9C98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F12205"/>
    <w:multiLevelType w:val="hybridMultilevel"/>
    <w:tmpl w:val="550885C4"/>
    <w:lvl w:ilvl="0" w:tplc="41C48740">
      <w:start w:val="1"/>
      <w:numFmt w:val="decimal"/>
      <w:lvlText w:val="%1."/>
      <w:lvlJc w:val="left"/>
      <w:pPr>
        <w:ind w:left="72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264530"/>
    <w:multiLevelType w:val="hybridMultilevel"/>
    <w:tmpl w:val="DAF6CBF0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334917"/>
    <w:multiLevelType w:val="hybridMultilevel"/>
    <w:tmpl w:val="AC3ABE9A"/>
    <w:lvl w:ilvl="0" w:tplc="1AAC9248">
      <w:start w:val="1"/>
      <w:numFmt w:val="bullet"/>
      <w:lvlText w:val="•"/>
      <w:lvlJc w:val="left"/>
      <w:pPr>
        <w:ind w:left="720" w:hanging="360"/>
      </w:pPr>
      <w:rPr>
        <w:rFonts w:ascii="SymbolMT" w:eastAsia="SymbolMT" w:hAnsi="Arial,Bold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15"/>
  </w:num>
  <w:num w:numId="6">
    <w:abstractNumId w:val="6"/>
  </w:num>
  <w:num w:numId="7">
    <w:abstractNumId w:val="13"/>
  </w:num>
  <w:num w:numId="8">
    <w:abstractNumId w:val="3"/>
  </w:num>
  <w:num w:numId="9">
    <w:abstractNumId w:val="12"/>
  </w:num>
  <w:num w:numId="10">
    <w:abstractNumId w:val="11"/>
  </w:num>
  <w:num w:numId="11">
    <w:abstractNumId w:val="4"/>
  </w:num>
  <w:num w:numId="12">
    <w:abstractNumId w:val="16"/>
  </w:num>
  <w:num w:numId="13">
    <w:abstractNumId w:val="0"/>
  </w:num>
  <w:num w:numId="14">
    <w:abstractNumId w:val="14"/>
  </w:num>
  <w:num w:numId="15">
    <w:abstractNumId w:val="2"/>
  </w:num>
  <w:num w:numId="16">
    <w:abstractNumId w:val="1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F15"/>
    <w:rsid w:val="000E4739"/>
    <w:rsid w:val="000F2410"/>
    <w:rsid w:val="003A41E9"/>
    <w:rsid w:val="00410C7C"/>
    <w:rsid w:val="00551CC8"/>
    <w:rsid w:val="005D24D6"/>
    <w:rsid w:val="00656AD5"/>
    <w:rsid w:val="00687D70"/>
    <w:rsid w:val="006C1AC4"/>
    <w:rsid w:val="00760DF9"/>
    <w:rsid w:val="00847371"/>
    <w:rsid w:val="008F4EAF"/>
    <w:rsid w:val="00994CBE"/>
    <w:rsid w:val="00BE48E3"/>
    <w:rsid w:val="00BF1E8D"/>
    <w:rsid w:val="00E85620"/>
    <w:rsid w:val="00F01F15"/>
    <w:rsid w:val="00F645BC"/>
    <w:rsid w:val="00FC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C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1F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6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432</Words>
  <Characters>2466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Kreirajte prezentaciju za prodavnicu mobilnih telefona</dc:title>
  <dc:subject/>
  <dc:creator>student1</dc:creator>
  <cp:keywords/>
  <dc:description/>
  <cp:lastModifiedBy>FON</cp:lastModifiedBy>
  <cp:revision>2</cp:revision>
  <cp:lastPrinted>2010-12-15T08:49:00Z</cp:lastPrinted>
  <dcterms:created xsi:type="dcterms:W3CDTF">2010-12-15T08:49:00Z</dcterms:created>
  <dcterms:modified xsi:type="dcterms:W3CDTF">2010-12-15T08:49:00Z</dcterms:modified>
</cp:coreProperties>
</file>